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test</w:t>
      </w:r>
      <w:r>
        <w:rPr>
          <w:rStyle w:val="FootnoteReference"/>
        </w:rPr>
        <w:footnoteReference w:id="20"/>
      </w:r>
      <w:r>
        <w:t xml:space="preserve">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  <w:footnote w:id="2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21">
        <w:r>
          <w:rPr>
            <w:rStyle w:val="Hyperlink"/>
          </w:rPr>
          <w:t xml:space="preserve">http://wikipedia.org/</w:t>
        </w:r>
      </w:hyperlink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1" Target="http://wikipedia.org/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21" Target="http://wikipedia.org/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2021-05-15T18:12:13Z</dcterms:created>
  <dcterms:modified xsi:type="dcterms:W3CDTF">2021-05-15T18:12:13Z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